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C6D" w:rsidRDefault="00783C6D" w:rsidP="0042321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761A75">
        <w:rPr>
          <w:rFonts w:ascii="Times New Roman" w:hAnsi="Times New Roman"/>
        </w:rPr>
        <w:t>Приложение № 1</w:t>
      </w:r>
    </w:p>
    <w:p w:rsidR="00783C6D" w:rsidRDefault="00783C6D" w:rsidP="0042321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к Положению о порядке  размещения сведений</w:t>
      </w:r>
    </w:p>
    <w:p w:rsidR="00783C6D" w:rsidRDefault="00783C6D" w:rsidP="0042321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о доходах, расходах, об имуществе и обязательствах</w:t>
      </w:r>
    </w:p>
    <w:p w:rsidR="00783C6D" w:rsidRDefault="00783C6D" w:rsidP="0042321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имущественного характера, представляемых </w:t>
      </w:r>
    </w:p>
    <w:p w:rsidR="00783C6D" w:rsidRDefault="00783C6D" w:rsidP="0042321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депутатами Краснокосаровского сельского Совета </w:t>
      </w:r>
    </w:p>
    <w:p w:rsidR="00783C6D" w:rsidRDefault="00783C6D" w:rsidP="0042321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народных депутатов на официальном сайте администрации</w:t>
      </w:r>
    </w:p>
    <w:p w:rsidR="00783C6D" w:rsidRDefault="00783C6D" w:rsidP="0042321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Мглинского района  и представление этих сведений </w:t>
      </w:r>
    </w:p>
    <w:p w:rsidR="00783C6D" w:rsidRDefault="00783C6D" w:rsidP="0042321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средствам массовой информации для опубликования</w:t>
      </w:r>
    </w:p>
    <w:p w:rsidR="00783C6D" w:rsidRDefault="00783C6D" w:rsidP="009661BF">
      <w:pPr>
        <w:spacing w:after="0" w:line="240" w:lineRule="auto"/>
        <w:rPr>
          <w:rFonts w:ascii="Times New Roman" w:hAnsi="Times New Roman"/>
        </w:rPr>
      </w:pPr>
    </w:p>
    <w:p w:rsidR="00783C6D" w:rsidRDefault="00783C6D" w:rsidP="009661B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</w:t>
      </w:r>
    </w:p>
    <w:p w:rsidR="00783C6D" w:rsidRDefault="00783C6D" w:rsidP="009661B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 доходах, расходах, об имуществе и обязательствах имущественного характера </w:t>
      </w:r>
    </w:p>
    <w:p w:rsidR="00783C6D" w:rsidRDefault="00783C6D" w:rsidP="009661B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депутатов Краснокосаровского сельского Совета народных депутатов за отчетный период</w:t>
      </w:r>
    </w:p>
    <w:p w:rsidR="00783C6D" w:rsidRDefault="00783C6D" w:rsidP="009661B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 1 января по 31 декабря  2016 года для размещения  на официальном сайте  и предоставления</w:t>
      </w:r>
    </w:p>
    <w:p w:rsidR="00783C6D" w:rsidRDefault="00783C6D" w:rsidP="009661B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этих сведений  средствам массовой информации для опубликования.</w:t>
      </w:r>
    </w:p>
    <w:p w:rsidR="00783C6D" w:rsidRDefault="00783C6D" w:rsidP="009661BF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4"/>
        <w:gridCol w:w="2260"/>
        <w:gridCol w:w="1898"/>
        <w:gridCol w:w="1322"/>
        <w:gridCol w:w="1559"/>
        <w:gridCol w:w="992"/>
        <w:gridCol w:w="2410"/>
        <w:gridCol w:w="1559"/>
        <w:gridCol w:w="2126"/>
      </w:tblGrid>
      <w:tr w:rsidR="00783C6D" w:rsidRPr="003A7DD0" w:rsidTr="0005530D">
        <w:tc>
          <w:tcPr>
            <w:tcW w:w="724" w:type="dxa"/>
            <w:vMerge w:val="restart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DD0">
              <w:rPr>
                <w:rFonts w:ascii="Times New Roman" w:hAnsi="Times New Roman"/>
              </w:rPr>
              <w:t>№п/п</w:t>
            </w:r>
          </w:p>
        </w:tc>
        <w:tc>
          <w:tcPr>
            <w:tcW w:w="2260" w:type="dxa"/>
            <w:vMerge w:val="restart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DD0">
              <w:rPr>
                <w:rFonts w:ascii="Times New Roman" w:hAnsi="Times New Roman"/>
                <w:sz w:val="20"/>
                <w:szCs w:val="20"/>
              </w:rPr>
              <w:t>Фамилия.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7DD0">
              <w:rPr>
                <w:rFonts w:ascii="Times New Roman" w:hAnsi="Times New Roman"/>
                <w:sz w:val="20"/>
                <w:szCs w:val="20"/>
              </w:rPr>
              <w:t>Имя. Отчество депутата</w:t>
            </w:r>
          </w:p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A7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7DD0">
              <w:rPr>
                <w:rFonts w:ascii="Times New Roman" w:hAnsi="Times New Roman"/>
                <w:sz w:val="20"/>
                <w:szCs w:val="20"/>
                <w:lang w:val="en-US"/>
              </w:rPr>
              <w:t>&lt;*&gt;</w:t>
            </w:r>
          </w:p>
        </w:tc>
        <w:tc>
          <w:tcPr>
            <w:tcW w:w="1898" w:type="dxa"/>
            <w:vMerge w:val="restart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DD0">
              <w:rPr>
                <w:rFonts w:ascii="Times New Roman" w:hAnsi="Times New Roman"/>
                <w:sz w:val="20"/>
                <w:szCs w:val="20"/>
              </w:rPr>
              <w:t xml:space="preserve">Общая сумма  декларированного </w:t>
            </w:r>
          </w:p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DD0">
              <w:rPr>
                <w:rFonts w:ascii="Times New Roman" w:hAnsi="Times New Roman"/>
                <w:sz w:val="20"/>
                <w:szCs w:val="20"/>
              </w:rPr>
              <w:t xml:space="preserve">годового </w:t>
            </w:r>
          </w:p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DD0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DD0">
              <w:rPr>
                <w:rFonts w:ascii="Times New Roman" w:hAnsi="Times New Roman"/>
                <w:sz w:val="20"/>
                <w:szCs w:val="20"/>
              </w:rPr>
              <w:t>(руб)</w:t>
            </w:r>
          </w:p>
        </w:tc>
        <w:tc>
          <w:tcPr>
            <w:tcW w:w="6283" w:type="dxa"/>
            <w:gridSpan w:val="4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DD0">
              <w:rPr>
                <w:rFonts w:ascii="Times New Roman" w:hAnsi="Times New Roman"/>
                <w:sz w:val="20"/>
                <w:szCs w:val="20"/>
              </w:rPr>
              <w:t xml:space="preserve">Перечень объектов  </w:t>
            </w:r>
            <w:r>
              <w:rPr>
                <w:rFonts w:ascii="Times New Roman" w:hAnsi="Times New Roman"/>
                <w:sz w:val="20"/>
                <w:szCs w:val="20"/>
              </w:rPr>
              <w:t>недвижимого имущ</w:t>
            </w:r>
            <w:r w:rsidRPr="003A7DD0">
              <w:rPr>
                <w:rFonts w:ascii="Times New Roman" w:hAnsi="Times New Roman"/>
                <w:sz w:val="20"/>
                <w:szCs w:val="20"/>
              </w:rPr>
              <w:t>ества, принадлежащих на праве  собственности или находящихся в пользовании</w:t>
            </w:r>
          </w:p>
        </w:tc>
        <w:tc>
          <w:tcPr>
            <w:tcW w:w="1559" w:type="dxa"/>
            <w:vMerge w:val="restart"/>
          </w:tcPr>
          <w:p w:rsidR="00783C6D" w:rsidRPr="003A7DD0" w:rsidRDefault="00783C6D" w:rsidP="00055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DD0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</w:t>
            </w:r>
          </w:p>
          <w:p w:rsidR="00783C6D" w:rsidRPr="003A7DD0" w:rsidRDefault="00783C6D" w:rsidP="00055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DD0">
              <w:rPr>
                <w:rFonts w:ascii="Times New Roman" w:hAnsi="Times New Roman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7DD0">
              <w:rPr>
                <w:rFonts w:ascii="Times New Roman" w:hAnsi="Times New Roman"/>
                <w:sz w:val="20"/>
                <w:szCs w:val="20"/>
              </w:rPr>
              <w:t>(марка,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7DD0">
              <w:rPr>
                <w:rFonts w:ascii="Times New Roman" w:hAnsi="Times New Roman"/>
                <w:sz w:val="20"/>
                <w:szCs w:val="20"/>
              </w:rPr>
              <w:t>модель,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7DD0">
              <w:rPr>
                <w:rFonts w:ascii="Times New Roman" w:hAnsi="Times New Roman"/>
                <w:sz w:val="20"/>
                <w:szCs w:val="20"/>
              </w:rPr>
              <w:t>вид собственности)</w:t>
            </w:r>
          </w:p>
        </w:tc>
        <w:tc>
          <w:tcPr>
            <w:tcW w:w="2126" w:type="dxa"/>
            <w:vMerge w:val="restart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DD0">
              <w:rPr>
                <w:rFonts w:ascii="Times New Roman" w:hAnsi="Times New Roman"/>
                <w:sz w:val="20"/>
                <w:szCs w:val="20"/>
              </w:rPr>
              <w:t>Сведения об источниках пол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3A7DD0">
              <w:rPr>
                <w:rFonts w:ascii="Times New Roman" w:hAnsi="Times New Roman"/>
                <w:sz w:val="20"/>
                <w:szCs w:val="20"/>
              </w:rPr>
              <w:t>чения средств,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7DD0">
              <w:rPr>
                <w:rFonts w:ascii="Times New Roman" w:hAnsi="Times New Roman"/>
                <w:sz w:val="20"/>
                <w:szCs w:val="20"/>
              </w:rPr>
              <w:t>за счет которых совершена сделка(вид приобретенного имущества,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7DD0">
              <w:rPr>
                <w:rFonts w:ascii="Times New Roman" w:hAnsi="Times New Roman"/>
                <w:sz w:val="20"/>
                <w:szCs w:val="20"/>
              </w:rPr>
              <w:t>источники)</w:t>
            </w:r>
          </w:p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A7DD0">
              <w:rPr>
                <w:rFonts w:ascii="Times New Roman" w:hAnsi="Times New Roman"/>
                <w:sz w:val="20"/>
                <w:szCs w:val="20"/>
                <w:lang w:val="en-US"/>
              </w:rPr>
              <w:t>&lt;**&gt;</w:t>
            </w:r>
          </w:p>
        </w:tc>
      </w:tr>
      <w:tr w:rsidR="00783C6D" w:rsidRPr="003A7DD0" w:rsidTr="0005530D">
        <w:tc>
          <w:tcPr>
            <w:tcW w:w="724" w:type="dxa"/>
            <w:vMerge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0" w:type="dxa"/>
            <w:vMerge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8" w:type="dxa"/>
            <w:vMerge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2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DD0">
              <w:rPr>
                <w:rFonts w:ascii="Times New Roman" w:hAnsi="Times New Roman"/>
              </w:rPr>
              <w:t xml:space="preserve">Вид объектов </w:t>
            </w:r>
          </w:p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DD0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59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DD0">
              <w:rPr>
                <w:rFonts w:ascii="Times New Roman" w:hAnsi="Times New Roman"/>
              </w:rPr>
              <w:t>Вид собственности</w:t>
            </w:r>
          </w:p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DD0">
              <w:rPr>
                <w:rFonts w:ascii="Times New Roman" w:hAnsi="Times New Roman"/>
              </w:rPr>
              <w:t xml:space="preserve">или  вид и </w:t>
            </w:r>
          </w:p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DD0">
              <w:rPr>
                <w:rFonts w:ascii="Times New Roman" w:hAnsi="Times New Roman"/>
              </w:rPr>
              <w:t xml:space="preserve">сроки пользования </w:t>
            </w:r>
          </w:p>
        </w:tc>
        <w:tc>
          <w:tcPr>
            <w:tcW w:w="992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DD0">
              <w:rPr>
                <w:rFonts w:ascii="Times New Roman" w:hAnsi="Times New Roman"/>
              </w:rPr>
              <w:t>Площадь</w:t>
            </w:r>
          </w:p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DD0">
              <w:rPr>
                <w:rFonts w:ascii="Times New Roman" w:hAnsi="Times New Roman"/>
              </w:rPr>
              <w:t>(кв.м.)</w:t>
            </w:r>
          </w:p>
        </w:tc>
        <w:tc>
          <w:tcPr>
            <w:tcW w:w="2410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DD0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3C6D" w:rsidRPr="003A7DD0" w:rsidTr="0005530D">
        <w:tc>
          <w:tcPr>
            <w:tcW w:w="724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0" w:type="dxa"/>
          </w:tcPr>
          <w:p w:rsidR="00783C6D" w:rsidRPr="003A7DD0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Кабанов Сергей Семенович</w:t>
            </w:r>
          </w:p>
        </w:tc>
        <w:tc>
          <w:tcPr>
            <w:tcW w:w="1898" w:type="dxa"/>
          </w:tcPr>
          <w:p w:rsidR="00783C6D" w:rsidRPr="003A7DD0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284339</w:t>
            </w:r>
          </w:p>
        </w:tc>
        <w:tc>
          <w:tcPr>
            <w:tcW w:w="1322" w:type="dxa"/>
          </w:tcPr>
          <w:p w:rsidR="00783C6D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783C6D" w:rsidRPr="003A7DD0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59" w:type="dxa"/>
          </w:tcPr>
          <w:p w:rsidR="00783C6D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</w:t>
            </w:r>
          </w:p>
          <w:p w:rsidR="00783C6D" w:rsidRPr="003A7DD0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альная</w:t>
            </w:r>
          </w:p>
        </w:tc>
        <w:tc>
          <w:tcPr>
            <w:tcW w:w="992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57,9</w:t>
            </w:r>
          </w:p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5336</w:t>
            </w:r>
          </w:p>
        </w:tc>
        <w:tc>
          <w:tcPr>
            <w:tcW w:w="2410" w:type="dxa"/>
          </w:tcPr>
          <w:p w:rsidR="00783C6D" w:rsidRPr="00947F05" w:rsidRDefault="00783C6D" w:rsidP="007C6A9C">
            <w:pPr>
              <w:spacing w:after="0" w:line="240" w:lineRule="auto"/>
              <w:rPr>
                <w:rFonts w:ascii="Times New Roman" w:hAnsi="Times New Roman"/>
              </w:rPr>
            </w:pPr>
            <w:r w:rsidRPr="00947F05">
              <w:rPr>
                <w:rFonts w:ascii="Times New Roman" w:hAnsi="Times New Roman"/>
              </w:rPr>
              <w:t xml:space="preserve">243230 Брянская область Мглинского района с.Новые Чешуйки ул.Молодежная д.18 </w:t>
            </w:r>
          </w:p>
        </w:tc>
        <w:tc>
          <w:tcPr>
            <w:tcW w:w="1559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Трактор </w:t>
            </w: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Т-25</w:t>
            </w: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3C6D" w:rsidRPr="003A7DD0" w:rsidTr="0005530D">
        <w:tc>
          <w:tcPr>
            <w:tcW w:w="724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0" w:type="dxa"/>
          </w:tcPr>
          <w:p w:rsidR="00783C6D" w:rsidRPr="003A7DD0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898" w:type="dxa"/>
          </w:tcPr>
          <w:p w:rsidR="00783C6D" w:rsidRPr="003A7DD0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42855</w:t>
            </w:r>
          </w:p>
        </w:tc>
        <w:tc>
          <w:tcPr>
            <w:tcW w:w="1322" w:type="dxa"/>
          </w:tcPr>
          <w:p w:rsidR="00783C6D" w:rsidRPr="003A7DD0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83C6D" w:rsidRPr="003A7DD0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0" w:type="dxa"/>
          </w:tcPr>
          <w:p w:rsidR="00783C6D" w:rsidRPr="003A7DD0" w:rsidRDefault="00783C6D" w:rsidP="00D60B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3C6D" w:rsidRPr="003A7DD0" w:rsidTr="0005530D">
        <w:tc>
          <w:tcPr>
            <w:tcW w:w="724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0" w:type="dxa"/>
          </w:tcPr>
          <w:p w:rsidR="00783C6D" w:rsidRPr="003A7DD0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898" w:type="dxa"/>
          </w:tcPr>
          <w:p w:rsidR="00783C6D" w:rsidRPr="003A7DD0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2" w:type="dxa"/>
          </w:tcPr>
          <w:p w:rsidR="00783C6D" w:rsidRPr="003A7DD0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83C6D" w:rsidRPr="003A7DD0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0" w:type="dxa"/>
          </w:tcPr>
          <w:p w:rsidR="00783C6D" w:rsidRPr="003A7DD0" w:rsidRDefault="00783C6D" w:rsidP="00D60B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3C6D" w:rsidRPr="003A7DD0" w:rsidTr="0005530D">
        <w:tc>
          <w:tcPr>
            <w:tcW w:w="724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0" w:type="dxa"/>
          </w:tcPr>
          <w:p w:rsidR="00783C6D" w:rsidRPr="003A7DD0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898" w:type="dxa"/>
          </w:tcPr>
          <w:p w:rsidR="00783C6D" w:rsidRPr="003A7DD0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2" w:type="dxa"/>
          </w:tcPr>
          <w:p w:rsidR="00783C6D" w:rsidRPr="003A7DD0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83C6D" w:rsidRPr="003A7DD0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0" w:type="dxa"/>
          </w:tcPr>
          <w:p w:rsidR="00783C6D" w:rsidRPr="003A7DD0" w:rsidRDefault="00783C6D" w:rsidP="00D60B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3C6D" w:rsidRPr="003A7DD0" w:rsidTr="0005530D">
        <w:tc>
          <w:tcPr>
            <w:tcW w:w="724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0" w:type="dxa"/>
          </w:tcPr>
          <w:p w:rsidR="00783C6D" w:rsidRPr="003A7DD0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Баранова Тамара Николаевна</w:t>
            </w:r>
          </w:p>
        </w:tc>
        <w:tc>
          <w:tcPr>
            <w:tcW w:w="1898" w:type="dxa"/>
          </w:tcPr>
          <w:p w:rsidR="00783C6D" w:rsidRPr="003A7DD0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396760</w:t>
            </w:r>
          </w:p>
        </w:tc>
        <w:tc>
          <w:tcPr>
            <w:tcW w:w="1322" w:type="dxa"/>
          </w:tcPr>
          <w:p w:rsidR="00783C6D" w:rsidRDefault="00783C6D" w:rsidP="00701D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783C6D" w:rsidRPr="003A7DD0" w:rsidRDefault="00783C6D" w:rsidP="00701D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59" w:type="dxa"/>
          </w:tcPr>
          <w:p w:rsidR="00783C6D" w:rsidRPr="003A7DD0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53,3</w:t>
            </w: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2410" w:type="dxa"/>
          </w:tcPr>
          <w:p w:rsidR="00783C6D" w:rsidRPr="003A7DD0" w:rsidRDefault="00783C6D" w:rsidP="00701D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243232 Брянская область Мглинский района д.Красные Косары ул.Лесная д.2 кв2</w:t>
            </w:r>
          </w:p>
        </w:tc>
        <w:tc>
          <w:tcPr>
            <w:tcW w:w="1559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3C6D" w:rsidRPr="003A7DD0" w:rsidTr="0005530D">
        <w:tc>
          <w:tcPr>
            <w:tcW w:w="724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0" w:type="dxa"/>
          </w:tcPr>
          <w:p w:rsidR="00783C6D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Шкрыгунов Николай Михайлович</w:t>
            </w:r>
          </w:p>
        </w:tc>
        <w:tc>
          <w:tcPr>
            <w:tcW w:w="1898" w:type="dxa"/>
          </w:tcPr>
          <w:p w:rsidR="00783C6D" w:rsidRPr="003A7DD0" w:rsidRDefault="00783C6D" w:rsidP="00817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135215</w:t>
            </w:r>
          </w:p>
        </w:tc>
        <w:tc>
          <w:tcPr>
            <w:tcW w:w="1322" w:type="dxa"/>
          </w:tcPr>
          <w:p w:rsidR="00783C6D" w:rsidRDefault="00783C6D" w:rsidP="00B91C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783C6D" w:rsidRDefault="00783C6D" w:rsidP="00B91C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783C6D" w:rsidRDefault="00783C6D" w:rsidP="00B91C3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3C6D" w:rsidRDefault="00783C6D" w:rsidP="00B91C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783C6D" w:rsidRPr="003A7DD0" w:rsidRDefault="00783C6D" w:rsidP="00B91C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59" w:type="dxa"/>
          </w:tcPr>
          <w:p w:rsidR="00783C6D" w:rsidRPr="003A7DD0" w:rsidRDefault="00783C6D" w:rsidP="00B91C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индивидуальные</w:t>
            </w:r>
          </w:p>
        </w:tc>
        <w:tc>
          <w:tcPr>
            <w:tcW w:w="992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46,2</w:t>
            </w:r>
          </w:p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w="2410" w:type="dxa"/>
          </w:tcPr>
          <w:p w:rsidR="00783C6D" w:rsidRDefault="00783C6D" w:rsidP="004534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243232 Брянская область Мглинский района д.Колодезки ул.Речная д.8</w:t>
            </w:r>
          </w:p>
          <w:p w:rsidR="00783C6D" w:rsidRDefault="00783C6D" w:rsidP="004534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Мглинский района</w:t>
            </w:r>
          </w:p>
          <w:p w:rsidR="00783C6D" w:rsidRDefault="00783C6D" w:rsidP="004534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д.Красные Косары</w:t>
            </w:r>
          </w:p>
          <w:p w:rsidR="00783C6D" w:rsidRPr="003A7DD0" w:rsidRDefault="00783C6D" w:rsidP="004534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ул.Лесная д.1 кв.2</w:t>
            </w:r>
          </w:p>
        </w:tc>
        <w:tc>
          <w:tcPr>
            <w:tcW w:w="1559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21015</w:t>
            </w:r>
          </w:p>
        </w:tc>
        <w:tc>
          <w:tcPr>
            <w:tcW w:w="2126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3C6D" w:rsidRPr="003A7DD0" w:rsidTr="0005530D">
        <w:tc>
          <w:tcPr>
            <w:tcW w:w="724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0" w:type="dxa"/>
          </w:tcPr>
          <w:p w:rsidR="00783C6D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898" w:type="dxa"/>
          </w:tcPr>
          <w:p w:rsidR="00783C6D" w:rsidRPr="003A7DD0" w:rsidRDefault="00783C6D" w:rsidP="00817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89070</w:t>
            </w:r>
          </w:p>
        </w:tc>
        <w:tc>
          <w:tcPr>
            <w:tcW w:w="1322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0" w:type="dxa"/>
          </w:tcPr>
          <w:p w:rsidR="00783C6D" w:rsidRPr="003A7DD0" w:rsidRDefault="00783C6D" w:rsidP="004534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3C6D" w:rsidRPr="003A7DD0" w:rsidTr="0005530D">
        <w:tc>
          <w:tcPr>
            <w:tcW w:w="724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0" w:type="dxa"/>
          </w:tcPr>
          <w:p w:rsidR="00783C6D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Кузикова Валентина Михайловна</w:t>
            </w:r>
          </w:p>
        </w:tc>
        <w:tc>
          <w:tcPr>
            <w:tcW w:w="1898" w:type="dxa"/>
          </w:tcPr>
          <w:p w:rsidR="00783C6D" w:rsidRPr="003A7DD0" w:rsidRDefault="00783C6D" w:rsidP="00817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171064</w:t>
            </w:r>
          </w:p>
        </w:tc>
        <w:tc>
          <w:tcPr>
            <w:tcW w:w="1322" w:type="dxa"/>
          </w:tcPr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3C6D" w:rsidRPr="003A7DD0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59" w:type="dxa"/>
          </w:tcPr>
          <w:p w:rsidR="00783C6D" w:rsidRDefault="00783C6D" w:rsidP="00AD0A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¼</w:t>
            </w:r>
          </w:p>
          <w:p w:rsidR="00783C6D" w:rsidRDefault="00783C6D" w:rsidP="00AD0A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Кузиков В.В.</w:t>
            </w:r>
          </w:p>
          <w:p w:rsidR="00783C6D" w:rsidRDefault="00783C6D" w:rsidP="00AD0A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Кузиков А.В.</w:t>
            </w:r>
          </w:p>
          <w:p w:rsidR="00783C6D" w:rsidRDefault="00783C6D" w:rsidP="00AD0A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Кузикова А.В</w:t>
            </w:r>
          </w:p>
          <w:p w:rsidR="00783C6D" w:rsidRPr="003A7DD0" w:rsidRDefault="00783C6D" w:rsidP="00AD0A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73,3</w:t>
            </w: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43,4</w:t>
            </w:r>
          </w:p>
        </w:tc>
        <w:tc>
          <w:tcPr>
            <w:tcW w:w="2410" w:type="dxa"/>
          </w:tcPr>
          <w:p w:rsidR="00783C6D" w:rsidRDefault="00783C6D" w:rsidP="004534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243231 Брянская область Мглинский района д.Голяковка ул.Верхняя д.1</w:t>
            </w:r>
          </w:p>
          <w:p w:rsidR="00783C6D" w:rsidRDefault="00783C6D" w:rsidP="004534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3C6D" w:rsidRPr="003A7DD0" w:rsidRDefault="00783C6D" w:rsidP="004534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г.Брянск ул.Крахмалева д.55 корп.1 кв.44</w:t>
            </w:r>
          </w:p>
        </w:tc>
        <w:tc>
          <w:tcPr>
            <w:tcW w:w="1559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3C6D" w:rsidRPr="003A7DD0" w:rsidTr="0005530D">
        <w:tc>
          <w:tcPr>
            <w:tcW w:w="724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0" w:type="dxa"/>
          </w:tcPr>
          <w:p w:rsidR="00783C6D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898" w:type="dxa"/>
          </w:tcPr>
          <w:p w:rsidR="00783C6D" w:rsidRPr="003A7DD0" w:rsidRDefault="00783C6D" w:rsidP="00817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156470</w:t>
            </w:r>
          </w:p>
        </w:tc>
        <w:tc>
          <w:tcPr>
            <w:tcW w:w="1322" w:type="dxa"/>
          </w:tcPr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Земельные участки</w:t>
            </w:r>
          </w:p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3C6D" w:rsidRPr="003A7DD0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59" w:type="dxa"/>
          </w:tcPr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¼</w:t>
            </w:r>
          </w:p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Кузикова В.М.</w:t>
            </w:r>
          </w:p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Кузиков А.В.</w:t>
            </w:r>
          </w:p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Кузикова А.В</w:t>
            </w:r>
          </w:p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</w:t>
            </w:r>
          </w:p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3C6D" w:rsidRPr="003A7DD0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73,3</w:t>
            </w: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5600</w:t>
            </w: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11200</w:t>
            </w:r>
          </w:p>
        </w:tc>
        <w:tc>
          <w:tcPr>
            <w:tcW w:w="2410" w:type="dxa"/>
          </w:tcPr>
          <w:p w:rsidR="00783C6D" w:rsidRDefault="00783C6D" w:rsidP="004534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243231 Брянская область Мглинский района д.Голяковка</w:t>
            </w:r>
          </w:p>
          <w:p w:rsidR="00783C6D" w:rsidRDefault="00783C6D" w:rsidP="004534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ул.Верхняя д.1</w:t>
            </w:r>
          </w:p>
          <w:p w:rsidR="00783C6D" w:rsidRDefault="00783C6D" w:rsidP="004534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3C6D" w:rsidRDefault="00783C6D" w:rsidP="004534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Брянская обл. Мглинский р-н д.Голяковка</w:t>
            </w:r>
          </w:p>
          <w:p w:rsidR="00783C6D" w:rsidRDefault="00783C6D" w:rsidP="004534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3C6D" w:rsidRDefault="00783C6D" w:rsidP="004534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Брянская обл.</w:t>
            </w:r>
          </w:p>
          <w:p w:rsidR="00783C6D" w:rsidRPr="003A7DD0" w:rsidRDefault="00783C6D" w:rsidP="004534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Мглинский р-н д.Кадецк</w:t>
            </w:r>
          </w:p>
        </w:tc>
        <w:tc>
          <w:tcPr>
            <w:tcW w:w="1559" w:type="dxa"/>
          </w:tcPr>
          <w:p w:rsidR="00783C6D" w:rsidRDefault="00783C6D" w:rsidP="00493E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Нива</w:t>
            </w:r>
          </w:p>
          <w:p w:rsidR="00783C6D" w:rsidRPr="003A7DD0" w:rsidRDefault="00783C6D" w:rsidP="00493E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Трактор Т-25</w:t>
            </w:r>
          </w:p>
        </w:tc>
        <w:tc>
          <w:tcPr>
            <w:tcW w:w="2126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3C6D" w:rsidRPr="003A7DD0" w:rsidTr="0005530D">
        <w:tc>
          <w:tcPr>
            <w:tcW w:w="724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0" w:type="dxa"/>
          </w:tcPr>
          <w:p w:rsidR="00783C6D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898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2" w:type="dxa"/>
          </w:tcPr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783C6D" w:rsidRPr="003A7DD0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59" w:type="dxa"/>
          </w:tcPr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¼</w:t>
            </w:r>
          </w:p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Кузикова В.М</w:t>
            </w:r>
          </w:p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Кузиков А.В.</w:t>
            </w:r>
          </w:p>
          <w:p w:rsidR="00783C6D" w:rsidRPr="003A7DD0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Кузиков В.В.</w:t>
            </w:r>
          </w:p>
        </w:tc>
        <w:tc>
          <w:tcPr>
            <w:tcW w:w="992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73,3</w:t>
            </w:r>
          </w:p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2410" w:type="dxa"/>
          </w:tcPr>
          <w:p w:rsidR="00783C6D" w:rsidRDefault="00783C6D" w:rsidP="004534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243231 Брянская область Мглинский района д.Голяковка</w:t>
            </w:r>
          </w:p>
          <w:p w:rsidR="00783C6D" w:rsidRPr="003A7DD0" w:rsidRDefault="00783C6D" w:rsidP="004534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ул.Верхняя д.1</w:t>
            </w:r>
          </w:p>
        </w:tc>
        <w:tc>
          <w:tcPr>
            <w:tcW w:w="1559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3C6D" w:rsidRPr="003A7DD0" w:rsidTr="0005530D">
        <w:tc>
          <w:tcPr>
            <w:tcW w:w="724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60" w:type="dxa"/>
          </w:tcPr>
          <w:p w:rsidR="00783C6D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Жук Василий Григорьевич</w:t>
            </w:r>
          </w:p>
        </w:tc>
        <w:tc>
          <w:tcPr>
            <w:tcW w:w="1898" w:type="dxa"/>
          </w:tcPr>
          <w:p w:rsidR="00783C6D" w:rsidRPr="003A7DD0" w:rsidRDefault="00783C6D" w:rsidP="00817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217505 </w:t>
            </w:r>
          </w:p>
        </w:tc>
        <w:tc>
          <w:tcPr>
            <w:tcW w:w="1322" w:type="dxa"/>
          </w:tcPr>
          <w:p w:rsidR="00783C6D" w:rsidRDefault="00783C6D" w:rsidP="00D60B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783C6D" w:rsidRPr="003A7DD0" w:rsidRDefault="00783C6D" w:rsidP="00D60B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59" w:type="dxa"/>
          </w:tcPr>
          <w:p w:rsidR="00783C6D" w:rsidRPr="003A7DD0" w:rsidRDefault="00783C6D" w:rsidP="000145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 ½ Жук В.И.</w:t>
            </w:r>
          </w:p>
        </w:tc>
        <w:tc>
          <w:tcPr>
            <w:tcW w:w="992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70,6</w:t>
            </w:r>
          </w:p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1894</w:t>
            </w:r>
          </w:p>
        </w:tc>
        <w:tc>
          <w:tcPr>
            <w:tcW w:w="2410" w:type="dxa"/>
          </w:tcPr>
          <w:p w:rsidR="00783C6D" w:rsidRPr="003A7DD0" w:rsidRDefault="00783C6D" w:rsidP="00D60B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243231 Брянская область Мглинский района с.Луговец ул.Центральная д.9 </w:t>
            </w:r>
          </w:p>
        </w:tc>
        <w:tc>
          <w:tcPr>
            <w:tcW w:w="1559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Лада-Гранда</w:t>
            </w: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 - 3110</w:t>
            </w:r>
          </w:p>
          <w:p w:rsidR="00783C6D" w:rsidRPr="003A7DD0" w:rsidRDefault="00783C6D" w:rsidP="00477F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126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3C6D" w:rsidRPr="003A7DD0" w:rsidTr="0005530D">
        <w:tc>
          <w:tcPr>
            <w:tcW w:w="724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60" w:type="dxa"/>
          </w:tcPr>
          <w:p w:rsidR="00783C6D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Суровежко Нина Ивановна</w:t>
            </w:r>
          </w:p>
        </w:tc>
        <w:tc>
          <w:tcPr>
            <w:tcW w:w="1898" w:type="dxa"/>
          </w:tcPr>
          <w:p w:rsidR="00783C6D" w:rsidRPr="003A7DD0" w:rsidRDefault="00783C6D" w:rsidP="00817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238312</w:t>
            </w:r>
          </w:p>
        </w:tc>
        <w:tc>
          <w:tcPr>
            <w:tcW w:w="1322" w:type="dxa"/>
          </w:tcPr>
          <w:p w:rsidR="00783C6D" w:rsidRDefault="00783C6D" w:rsidP="000B23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783C6D" w:rsidRPr="003A7DD0" w:rsidRDefault="00783C6D" w:rsidP="000B23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59" w:type="dxa"/>
          </w:tcPr>
          <w:p w:rsidR="00783C6D" w:rsidRPr="003A7DD0" w:rsidRDefault="00783C6D" w:rsidP="000B23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81,9</w:t>
            </w: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1562</w:t>
            </w:r>
          </w:p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0" w:type="dxa"/>
          </w:tcPr>
          <w:p w:rsidR="00783C6D" w:rsidRPr="003A7DD0" w:rsidRDefault="00783C6D" w:rsidP="000B23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243231 Брянская область Мглинский района с.Луговец ул.Крымская д.9 </w:t>
            </w:r>
          </w:p>
        </w:tc>
        <w:tc>
          <w:tcPr>
            <w:tcW w:w="1559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3C6D" w:rsidRPr="003A7DD0" w:rsidTr="0005530D">
        <w:tc>
          <w:tcPr>
            <w:tcW w:w="724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260" w:type="dxa"/>
          </w:tcPr>
          <w:p w:rsidR="00783C6D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Кондрат Василий Демьянович</w:t>
            </w:r>
          </w:p>
        </w:tc>
        <w:tc>
          <w:tcPr>
            <w:tcW w:w="1898" w:type="dxa"/>
          </w:tcPr>
          <w:p w:rsidR="00783C6D" w:rsidRPr="003A7DD0" w:rsidRDefault="00783C6D" w:rsidP="00817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478139</w:t>
            </w:r>
          </w:p>
        </w:tc>
        <w:tc>
          <w:tcPr>
            <w:tcW w:w="1322" w:type="dxa"/>
          </w:tcPr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783C6D" w:rsidRPr="003A7DD0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59" w:type="dxa"/>
          </w:tcPr>
          <w:p w:rsidR="00783C6D" w:rsidRPr="003A7DD0" w:rsidRDefault="00783C6D" w:rsidP="005776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 ½ Кондрат С.А.</w:t>
            </w:r>
          </w:p>
        </w:tc>
        <w:tc>
          <w:tcPr>
            <w:tcW w:w="992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82,6</w:t>
            </w: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1867</w:t>
            </w:r>
          </w:p>
          <w:p w:rsidR="00783C6D" w:rsidRPr="003A7DD0" w:rsidRDefault="00783C6D" w:rsidP="00015A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83C6D" w:rsidRPr="0005530D" w:rsidRDefault="00783C6D" w:rsidP="002B2B82">
            <w:pPr>
              <w:spacing w:line="240" w:lineRule="auto"/>
              <w:rPr>
                <w:rFonts w:ascii="Times New Roman" w:hAnsi="Times New Roman"/>
              </w:rPr>
            </w:pPr>
            <w:r w:rsidRPr="00C97300">
              <w:rPr>
                <w:rFonts w:ascii="Times New Roman" w:hAnsi="Times New Roman"/>
              </w:rPr>
              <w:t>243231 Брянская область Мглинский района</w:t>
            </w:r>
            <w:r>
              <w:rPr>
                <w:rFonts w:ascii="Times New Roman" w:hAnsi="Times New Roman"/>
              </w:rPr>
              <w:t xml:space="preserve"> с.Луговец ул.Зеленая д.6</w:t>
            </w:r>
          </w:p>
        </w:tc>
        <w:tc>
          <w:tcPr>
            <w:tcW w:w="1559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21053</w:t>
            </w:r>
          </w:p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</w:t>
            </w:r>
          </w:p>
        </w:tc>
        <w:tc>
          <w:tcPr>
            <w:tcW w:w="2126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3C6D" w:rsidRPr="003A7DD0" w:rsidTr="00015AB9">
        <w:trPr>
          <w:trHeight w:val="1101"/>
        </w:trPr>
        <w:tc>
          <w:tcPr>
            <w:tcW w:w="724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0" w:type="dxa"/>
          </w:tcPr>
          <w:p w:rsidR="00783C6D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898" w:type="dxa"/>
          </w:tcPr>
          <w:p w:rsidR="00783C6D" w:rsidRPr="003A7DD0" w:rsidRDefault="00783C6D" w:rsidP="00817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146095</w:t>
            </w:r>
          </w:p>
        </w:tc>
        <w:tc>
          <w:tcPr>
            <w:tcW w:w="1322" w:type="dxa"/>
          </w:tcPr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783C6D" w:rsidRPr="003A7DD0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59" w:type="dxa"/>
          </w:tcPr>
          <w:p w:rsidR="00783C6D" w:rsidRPr="003A7DD0" w:rsidRDefault="00783C6D" w:rsidP="005776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 ½ Кондрат В.Д.</w:t>
            </w:r>
          </w:p>
        </w:tc>
        <w:tc>
          <w:tcPr>
            <w:tcW w:w="992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82,6</w:t>
            </w:r>
          </w:p>
          <w:p w:rsidR="00783C6D" w:rsidRPr="003A7DD0" w:rsidRDefault="00783C6D" w:rsidP="00015A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1867</w:t>
            </w:r>
          </w:p>
        </w:tc>
        <w:tc>
          <w:tcPr>
            <w:tcW w:w="2410" w:type="dxa"/>
          </w:tcPr>
          <w:p w:rsidR="00783C6D" w:rsidRPr="00AD0A5C" w:rsidRDefault="00783C6D">
            <w:pPr>
              <w:rPr>
                <w:rFonts w:ascii="Times New Roman" w:hAnsi="Times New Roman"/>
              </w:rPr>
            </w:pPr>
            <w:r w:rsidRPr="00C97300">
              <w:rPr>
                <w:rFonts w:ascii="Times New Roman" w:hAnsi="Times New Roman"/>
              </w:rPr>
              <w:t>243231 Брянская область Мглинский района</w:t>
            </w:r>
            <w:r>
              <w:rPr>
                <w:rFonts w:ascii="Times New Roman" w:hAnsi="Times New Roman"/>
              </w:rPr>
              <w:t xml:space="preserve"> с.Луговец ул.Зеленая д.6</w:t>
            </w:r>
          </w:p>
        </w:tc>
        <w:tc>
          <w:tcPr>
            <w:tcW w:w="1559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3C6D" w:rsidRPr="003A7DD0" w:rsidTr="0005530D">
        <w:tc>
          <w:tcPr>
            <w:tcW w:w="724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260" w:type="dxa"/>
          </w:tcPr>
          <w:p w:rsidR="00783C6D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Литвинова Татьяна Михайловна</w:t>
            </w:r>
          </w:p>
        </w:tc>
        <w:tc>
          <w:tcPr>
            <w:tcW w:w="1898" w:type="dxa"/>
          </w:tcPr>
          <w:p w:rsidR="00783C6D" w:rsidRPr="003A7DD0" w:rsidRDefault="00783C6D" w:rsidP="00817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240000</w:t>
            </w:r>
          </w:p>
        </w:tc>
        <w:tc>
          <w:tcPr>
            <w:tcW w:w="1322" w:type="dxa"/>
          </w:tcPr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783C6D" w:rsidRPr="003A7DD0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59" w:type="dxa"/>
          </w:tcPr>
          <w:p w:rsidR="00783C6D" w:rsidRDefault="00783C6D" w:rsidP="00F50D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1/3</w:t>
            </w:r>
          </w:p>
          <w:p w:rsidR="00783C6D" w:rsidRPr="003A7DD0" w:rsidRDefault="00783C6D" w:rsidP="00F50D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Литвинов В.В Литвинов В.В</w:t>
            </w:r>
          </w:p>
        </w:tc>
        <w:tc>
          <w:tcPr>
            <w:tcW w:w="992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77,4</w:t>
            </w:r>
          </w:p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1391</w:t>
            </w:r>
          </w:p>
        </w:tc>
        <w:tc>
          <w:tcPr>
            <w:tcW w:w="2410" w:type="dxa"/>
          </w:tcPr>
          <w:p w:rsidR="00783C6D" w:rsidRDefault="00783C6D">
            <w:r w:rsidRPr="005C0406">
              <w:rPr>
                <w:rFonts w:ascii="Times New Roman" w:hAnsi="Times New Roman"/>
              </w:rPr>
              <w:t>243231 Брянская область Мглинский района</w:t>
            </w:r>
            <w:r>
              <w:rPr>
                <w:rFonts w:ascii="Times New Roman" w:hAnsi="Times New Roman"/>
              </w:rPr>
              <w:t xml:space="preserve"> с.Луговец ул.Речная д.22 кв.1</w:t>
            </w:r>
          </w:p>
        </w:tc>
        <w:tc>
          <w:tcPr>
            <w:tcW w:w="1559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3C6D" w:rsidRPr="003A7DD0" w:rsidTr="0005530D">
        <w:trPr>
          <w:trHeight w:val="1168"/>
        </w:trPr>
        <w:tc>
          <w:tcPr>
            <w:tcW w:w="724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0" w:type="dxa"/>
          </w:tcPr>
          <w:p w:rsidR="00783C6D" w:rsidRDefault="00783C6D" w:rsidP="003B3E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898" w:type="dxa"/>
          </w:tcPr>
          <w:p w:rsidR="00783C6D" w:rsidRPr="003A7DD0" w:rsidRDefault="00783C6D" w:rsidP="00817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399683</w:t>
            </w:r>
          </w:p>
        </w:tc>
        <w:tc>
          <w:tcPr>
            <w:tcW w:w="1322" w:type="dxa"/>
          </w:tcPr>
          <w:p w:rsidR="00783C6D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783C6D" w:rsidRPr="003A7DD0" w:rsidRDefault="00783C6D" w:rsidP="006317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59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</w:tcPr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82,6</w:t>
            </w:r>
          </w:p>
          <w:p w:rsidR="00783C6D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4783</w:t>
            </w:r>
          </w:p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10976</w:t>
            </w:r>
          </w:p>
        </w:tc>
        <w:tc>
          <w:tcPr>
            <w:tcW w:w="2410" w:type="dxa"/>
          </w:tcPr>
          <w:p w:rsidR="00783C6D" w:rsidRDefault="00783C6D">
            <w:r w:rsidRPr="005C0406">
              <w:rPr>
                <w:rFonts w:ascii="Times New Roman" w:hAnsi="Times New Roman"/>
              </w:rPr>
              <w:t>243231 Брянская область Мглинский района</w:t>
            </w:r>
            <w:r>
              <w:rPr>
                <w:rFonts w:ascii="Times New Roman" w:hAnsi="Times New Roman"/>
              </w:rPr>
              <w:t xml:space="preserve"> с.Луговец ул.Болотная д.8</w:t>
            </w:r>
          </w:p>
        </w:tc>
        <w:tc>
          <w:tcPr>
            <w:tcW w:w="1559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 31105</w:t>
            </w:r>
          </w:p>
        </w:tc>
        <w:tc>
          <w:tcPr>
            <w:tcW w:w="2126" w:type="dxa"/>
          </w:tcPr>
          <w:p w:rsidR="00783C6D" w:rsidRPr="003A7DD0" w:rsidRDefault="00783C6D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83C6D" w:rsidRDefault="00783C6D" w:rsidP="009661BF">
      <w:pPr>
        <w:spacing w:after="0" w:line="240" w:lineRule="auto"/>
        <w:rPr>
          <w:rFonts w:ascii="Times New Roman" w:hAnsi="Times New Roman"/>
        </w:rPr>
      </w:pPr>
    </w:p>
    <w:p w:rsidR="00783C6D" w:rsidRPr="00761A75" w:rsidRDefault="00783C6D" w:rsidP="009661B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Председатель сельского Совета народных депутатов                                                      С.С.Кабанов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783C6D" w:rsidRPr="00761A75" w:rsidSect="00E31667">
      <w:pgSz w:w="15840" w:h="12240" w:orient="landscape"/>
      <w:pgMar w:top="1134" w:right="567" w:bottom="85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6D09"/>
    <w:rsid w:val="00003E2F"/>
    <w:rsid w:val="00006D09"/>
    <w:rsid w:val="000145B1"/>
    <w:rsid w:val="00015AB9"/>
    <w:rsid w:val="00052CCC"/>
    <w:rsid w:val="0005530D"/>
    <w:rsid w:val="000A4260"/>
    <w:rsid w:val="000B23F4"/>
    <w:rsid w:val="00147376"/>
    <w:rsid w:val="00172624"/>
    <w:rsid w:val="001B45BE"/>
    <w:rsid w:val="001D41B8"/>
    <w:rsid w:val="002877AF"/>
    <w:rsid w:val="002A3B25"/>
    <w:rsid w:val="002B095F"/>
    <w:rsid w:val="002B2B82"/>
    <w:rsid w:val="002E15B5"/>
    <w:rsid w:val="002F68EA"/>
    <w:rsid w:val="00306C63"/>
    <w:rsid w:val="00311E5F"/>
    <w:rsid w:val="003176D6"/>
    <w:rsid w:val="00397C0E"/>
    <w:rsid w:val="003A7DD0"/>
    <w:rsid w:val="003B3E09"/>
    <w:rsid w:val="003D2519"/>
    <w:rsid w:val="00410E0D"/>
    <w:rsid w:val="00423218"/>
    <w:rsid w:val="00441242"/>
    <w:rsid w:val="004534B5"/>
    <w:rsid w:val="00477FD0"/>
    <w:rsid w:val="00482E6B"/>
    <w:rsid w:val="00493E33"/>
    <w:rsid w:val="004C1BF4"/>
    <w:rsid w:val="004D450B"/>
    <w:rsid w:val="004E4D56"/>
    <w:rsid w:val="00505047"/>
    <w:rsid w:val="00532AAD"/>
    <w:rsid w:val="005776C5"/>
    <w:rsid w:val="00583A53"/>
    <w:rsid w:val="005C0406"/>
    <w:rsid w:val="00631754"/>
    <w:rsid w:val="00691194"/>
    <w:rsid w:val="006A07CD"/>
    <w:rsid w:val="006A6E00"/>
    <w:rsid w:val="006D0F99"/>
    <w:rsid w:val="006E4EFA"/>
    <w:rsid w:val="00701DAB"/>
    <w:rsid w:val="00761A75"/>
    <w:rsid w:val="0076429B"/>
    <w:rsid w:val="00765BF2"/>
    <w:rsid w:val="00775576"/>
    <w:rsid w:val="00783C6D"/>
    <w:rsid w:val="007B0E97"/>
    <w:rsid w:val="007C259E"/>
    <w:rsid w:val="007C6A9C"/>
    <w:rsid w:val="00817B8F"/>
    <w:rsid w:val="008623EB"/>
    <w:rsid w:val="00893F22"/>
    <w:rsid w:val="00895E05"/>
    <w:rsid w:val="00897E73"/>
    <w:rsid w:val="008C455B"/>
    <w:rsid w:val="008C64DD"/>
    <w:rsid w:val="008E6F41"/>
    <w:rsid w:val="009104DE"/>
    <w:rsid w:val="00947F05"/>
    <w:rsid w:val="009661BF"/>
    <w:rsid w:val="0097274B"/>
    <w:rsid w:val="009A7D72"/>
    <w:rsid w:val="009C57EB"/>
    <w:rsid w:val="009E5B60"/>
    <w:rsid w:val="00A64973"/>
    <w:rsid w:val="00A668F5"/>
    <w:rsid w:val="00AA6809"/>
    <w:rsid w:val="00AD0983"/>
    <w:rsid w:val="00AD0A5C"/>
    <w:rsid w:val="00B91C36"/>
    <w:rsid w:val="00BE74D0"/>
    <w:rsid w:val="00BF75BB"/>
    <w:rsid w:val="00C35D43"/>
    <w:rsid w:val="00C47DC1"/>
    <w:rsid w:val="00C76FAD"/>
    <w:rsid w:val="00C97300"/>
    <w:rsid w:val="00D40248"/>
    <w:rsid w:val="00D56359"/>
    <w:rsid w:val="00D60B2F"/>
    <w:rsid w:val="00D714D2"/>
    <w:rsid w:val="00D8172C"/>
    <w:rsid w:val="00DA6BD6"/>
    <w:rsid w:val="00DD49E2"/>
    <w:rsid w:val="00E31667"/>
    <w:rsid w:val="00E54F9E"/>
    <w:rsid w:val="00E63530"/>
    <w:rsid w:val="00EC0107"/>
    <w:rsid w:val="00EE2604"/>
    <w:rsid w:val="00EE2C5A"/>
    <w:rsid w:val="00F21279"/>
    <w:rsid w:val="00F50D43"/>
    <w:rsid w:val="00F64BA0"/>
    <w:rsid w:val="00F95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E0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661B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369</TotalTime>
  <Pages>3</Pages>
  <Words>806</Words>
  <Characters>4596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Customer</cp:lastModifiedBy>
  <cp:revision>23</cp:revision>
  <cp:lastPrinted>2007-01-01T02:55:00Z</cp:lastPrinted>
  <dcterms:created xsi:type="dcterms:W3CDTF">2016-02-26T11:11:00Z</dcterms:created>
  <dcterms:modified xsi:type="dcterms:W3CDTF">2006-12-31T21:10:00Z</dcterms:modified>
</cp:coreProperties>
</file>